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03784BF2" w:rsidR="00F21C04" w:rsidRPr="00564987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564987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564987" w:rsidRPr="00564987">
              <w:rPr>
                <w:rFonts w:ascii="Times New Roman" w:eastAsia="Calibri" w:hAnsi="Times New Roman" w:cs="Times New Roman"/>
                <w:color w:val="2E74B5"/>
              </w:rPr>
              <w:t xml:space="preserve">MTÜ Veskimetsa-Mustjõe Selts </w:t>
            </w:r>
            <w:r w:rsidRPr="00564987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siseministri </w:t>
            </w:r>
            <w:r w:rsidR="00EC5AB8" w:rsidRPr="00564987">
              <w:rPr>
                <w:rFonts w:ascii="Times New Roman" w:hAnsi="Times New Roman" w:cs="Times New Roman"/>
              </w:rPr>
              <w:fldChar w:fldCharType="begin"/>
            </w:r>
            <w:r w:rsidR="00BF1DEF" w:rsidRPr="00564987">
              <w:rPr>
                <w:rFonts w:ascii="Times New Roman" w:hAnsi="Times New Roman" w:cs="Times New Roman"/>
              </w:rPr>
              <w:instrText xml:space="preserve"> delta_regDateTime  \* MERGEFORMAT</w:instrText>
            </w:r>
            <w:r w:rsidR="00EC5AB8" w:rsidRPr="00564987">
              <w:rPr>
                <w:rFonts w:ascii="Times New Roman" w:hAnsi="Times New Roman" w:cs="Times New Roman"/>
              </w:rPr>
              <w:fldChar w:fldCharType="separate"/>
            </w:r>
            <w:r w:rsidR="00BF1DEF" w:rsidRPr="00564987">
              <w:rPr>
                <w:rFonts w:ascii="Times New Roman" w:hAnsi="Times New Roman" w:cs="Times New Roman"/>
              </w:rPr>
              <w:t>20.03.2023</w:t>
            </w:r>
            <w:r w:rsidR="00EC5AB8" w:rsidRPr="00564987">
              <w:rPr>
                <w:rFonts w:ascii="Times New Roman" w:hAnsi="Times New Roman" w:cs="Times New Roman"/>
              </w:rPr>
              <w:fldChar w:fldCharType="end"/>
            </w:r>
            <w:r w:rsidR="00EC5AB8" w:rsidRPr="00564987">
              <w:rPr>
                <w:rFonts w:ascii="Times New Roman" w:hAnsi="Times New Roman" w:cs="Times New Roman"/>
              </w:rPr>
              <w:t xml:space="preserve"> </w:t>
            </w:r>
            <w:r w:rsidRPr="00564987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564987">
              <w:rPr>
                <w:rFonts w:ascii="Times New Roman" w:hAnsi="Times New Roman" w:cs="Times New Roman"/>
              </w:rPr>
              <w:fldChar w:fldCharType="begin"/>
            </w:r>
            <w:r w:rsidR="00BF1DEF" w:rsidRPr="00564987">
              <w:rPr>
                <w:rFonts w:ascii="Times New Roman" w:hAnsi="Times New Roman" w:cs="Times New Roman"/>
              </w:rPr>
              <w:instrText xml:space="preserve"> delta_regNumber  \* MERGEFORMAT</w:instrText>
            </w:r>
            <w:r w:rsidR="00EC5AB8" w:rsidRPr="00564987">
              <w:rPr>
                <w:rFonts w:ascii="Times New Roman" w:hAnsi="Times New Roman" w:cs="Times New Roman"/>
              </w:rPr>
              <w:fldChar w:fldCharType="separate"/>
            </w:r>
            <w:r w:rsidR="00BF1DEF" w:rsidRPr="00564987">
              <w:rPr>
                <w:rFonts w:ascii="Times New Roman" w:hAnsi="Times New Roman" w:cs="Times New Roman"/>
              </w:rPr>
              <w:t>1-3/51</w:t>
            </w:r>
            <w:r w:rsidR="00EC5AB8" w:rsidRPr="00564987">
              <w:rPr>
                <w:rFonts w:ascii="Times New Roman" w:hAnsi="Times New Roman" w:cs="Times New Roman"/>
              </w:rPr>
              <w:fldChar w:fldCharType="end"/>
            </w:r>
            <w:r w:rsidRPr="00564987">
              <w:rPr>
                <w:rFonts w:ascii="Times New Roman" w:eastAsia="Calibri" w:hAnsi="Times New Roman" w:cs="Times New Roman"/>
              </w:rPr>
              <w:t>„</w:t>
            </w:r>
            <w:r w:rsidR="00FC7E7E" w:rsidRPr="00564987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564987">
              <w:rPr>
                <w:rFonts w:ascii="Times New Roman" w:hAnsi="Times New Roman" w:cs="Times New Roman"/>
              </w:rPr>
              <w:t>e kodanikuühendustega 202</w:t>
            </w:r>
            <w:r w:rsidR="00F44A62" w:rsidRPr="00564987">
              <w:rPr>
                <w:rFonts w:ascii="Times New Roman" w:hAnsi="Times New Roman" w:cs="Times New Roman"/>
              </w:rPr>
              <w:t>3</w:t>
            </w:r>
            <w:r w:rsidR="00FC7E7E" w:rsidRPr="00564987">
              <w:rPr>
                <w:rFonts w:ascii="Times New Roman" w:hAnsi="Times New Roman" w:cs="Times New Roman"/>
              </w:rPr>
              <w:t>. aasta riigieelarve menetlemisel tehtud toetuse andmise otsuste alusel</w:t>
            </w:r>
            <w:r w:rsidRPr="00564987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564987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564987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564987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564987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564987">
              <w:rPr>
                <w:rFonts w:ascii="Times New Roman" w:eastAsia="Calibri" w:hAnsi="Times New Roman" w:cs="Times New Roman"/>
              </w:rPr>
              <w:t>Olen teadlik</w:t>
            </w:r>
            <w:r w:rsidR="00F21C04" w:rsidRPr="00564987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 w:rsidRPr="00564987">
              <w:rPr>
                <w:rFonts w:ascii="Times New Roman" w:eastAsia="Calibri" w:hAnsi="Times New Roman" w:cs="Times New Roman"/>
              </w:rPr>
              <w:t>K</w:t>
            </w:r>
            <w:r w:rsidR="00F21C04" w:rsidRPr="00564987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 w:rsidRPr="00564987"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564987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564987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6" w14:textId="09E12091" w:rsidR="00F21C04" w:rsidRPr="00564987" w:rsidRDefault="00564987" w:rsidP="00E06C31">
            <w:pPr>
              <w:rPr>
                <w:rFonts w:ascii="Times New Roman" w:eastAsia="Calibri" w:hAnsi="Times New Roman" w:cs="Times New Roman"/>
              </w:rPr>
            </w:pPr>
            <w:r w:rsidRPr="00564987">
              <w:rPr>
                <w:rFonts w:ascii="Times New Roman" w:eastAsia="Calibri" w:hAnsi="Times New Roman" w:cs="Times New Roman"/>
                <w:color w:val="2E74B5"/>
              </w:rPr>
              <w:t>MTÜ Veskimetsa-Mustjõe Seltsi</w:t>
            </w:r>
            <w:r w:rsidR="00F21C04" w:rsidRPr="00564987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564987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  <w:r w:rsidRPr="00564987">
              <w:rPr>
                <w:rFonts w:ascii="Times New Roman" w:eastAsia="Calibri" w:hAnsi="Times New Roman" w:cs="Times New Roman"/>
              </w:rPr>
              <w:t xml:space="preserve">Liina Lee, </w:t>
            </w:r>
            <w:r>
              <w:rPr>
                <w:rFonts w:ascii="Times New Roman" w:eastAsia="Calibri" w:hAnsi="Times New Roman" w:cs="Times New Roman"/>
              </w:rPr>
              <w:t xml:space="preserve">e-mail: </w:t>
            </w:r>
            <w:hyperlink r:id="rId7" w:history="1">
              <w:r w:rsidRPr="00EC0DA2">
                <w:rPr>
                  <w:rStyle w:val="Hyperlink"/>
                  <w:rFonts w:eastAsia="Calibri"/>
                </w:rPr>
                <w:t>info@vmselts.ee</w:t>
              </w:r>
            </w:hyperlink>
            <w:r w:rsidRPr="00564987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telefon:</w:t>
            </w:r>
            <w:r w:rsidRPr="00564987">
              <w:rPr>
                <w:rFonts w:ascii="Times New Roman" w:eastAsia="Calibri" w:hAnsi="Times New Roman" w:cs="Times New Roman"/>
              </w:rPr>
              <w:t xml:space="preserve"> 5064348</w:t>
            </w:r>
          </w:p>
          <w:p w14:paraId="61719C97" w14:textId="77777777" w:rsidR="00F21C04" w:rsidRPr="00564987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564987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564987">
              <w:rPr>
                <w:rFonts w:ascii="Times New Roman" w:eastAsia="Calibri" w:hAnsi="Times New Roman" w:cs="Times New Roman"/>
              </w:rPr>
              <w:t>P</w:t>
            </w:r>
            <w:r w:rsidR="00F21C04" w:rsidRPr="00564987">
              <w:rPr>
                <w:rFonts w:ascii="Times New Roman" w:eastAsia="Calibri" w:hAnsi="Times New Roman" w:cs="Times New Roman"/>
              </w:rPr>
              <w:t xml:space="preserve">alun </w:t>
            </w:r>
            <w:r w:rsidRPr="00564987"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564987">
              <w:rPr>
                <w:rFonts w:ascii="Times New Roman" w:eastAsia="Calibri" w:hAnsi="Times New Roman" w:cs="Times New Roman"/>
              </w:rPr>
              <w:t xml:space="preserve">üle </w:t>
            </w:r>
            <w:r w:rsidRPr="00564987"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564987">
              <w:rPr>
                <w:rFonts w:ascii="Times New Roman" w:eastAsia="Calibri" w:hAnsi="Times New Roman" w:cs="Times New Roman"/>
              </w:rPr>
              <w:t>:</w:t>
            </w:r>
          </w:p>
          <w:p w14:paraId="61719C9A" w14:textId="203DE4B3" w:rsidR="00F21C04" w:rsidRPr="00564987" w:rsidRDefault="00564987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564987">
              <w:rPr>
                <w:rFonts w:ascii="Times New Roman" w:eastAsia="Calibri" w:hAnsi="Times New Roman" w:cs="Times New Roman"/>
                <w:color w:val="2E74B5"/>
              </w:rPr>
              <w:t>EE582200221065053318 (Swedbank)</w:t>
            </w:r>
          </w:p>
          <w:p w14:paraId="017B5A35" w14:textId="7440590D" w:rsidR="00564987" w:rsidRPr="00564987" w:rsidRDefault="00564987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</w:p>
          <w:p w14:paraId="63A53198" w14:textId="536C92EC" w:rsidR="00564987" w:rsidRPr="00564987" w:rsidRDefault="00564987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</w:p>
          <w:p w14:paraId="074D477F" w14:textId="77777777" w:rsidR="00564987" w:rsidRPr="00564987" w:rsidRDefault="00564987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564987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564987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564987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1316257D" w:rsidR="00F21C04" w:rsidRPr="00564987" w:rsidRDefault="00564987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564987">
              <w:rPr>
                <w:rFonts w:ascii="Times New Roman" w:eastAsia="Calibri" w:hAnsi="Times New Roman" w:cs="Times New Roman"/>
                <w:color w:val="2E74B5"/>
              </w:rPr>
              <w:t>Seaduse alusel, juhatuse liige</w:t>
            </w:r>
          </w:p>
          <w:p w14:paraId="53A8ED26" w14:textId="2B7BCEAA" w:rsidR="00564987" w:rsidRPr="00564987" w:rsidRDefault="00564987" w:rsidP="00E06C31">
            <w:pPr>
              <w:rPr>
                <w:rFonts w:ascii="Times New Roman" w:eastAsia="Calibri" w:hAnsi="Times New Roman" w:cs="Times New Roman"/>
              </w:rPr>
            </w:pPr>
            <w:r w:rsidRPr="00564987">
              <w:rPr>
                <w:rFonts w:ascii="Times New Roman" w:eastAsia="Calibri" w:hAnsi="Times New Roman" w:cs="Times New Roman"/>
              </w:rPr>
              <w:t>Liina Lee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4987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49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vmselts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4</TotalTime>
  <Pages>1</Pages>
  <Words>210</Words>
  <Characters>1219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Liina Lee</cp:lastModifiedBy>
  <cp:revision>2</cp:revision>
  <cp:lastPrinted>2014-04-02T13:57:00Z</cp:lastPrinted>
  <dcterms:created xsi:type="dcterms:W3CDTF">2023-03-22T08:42:00Z</dcterms:created>
  <dcterms:modified xsi:type="dcterms:W3CDTF">2023-03-22T08:42:00Z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